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129E4C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158C4" w:rsidRPr="004158C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4158C4">
        <w:rPr>
          <w:b/>
          <w:color w:val="FF0000"/>
          <w:szCs w:val="22"/>
        </w:rPr>
        <w:t>9.2. a 9</w:t>
      </w:r>
      <w:r w:rsidRPr="004158C4">
        <w:rPr>
          <w:b/>
          <w:color w:val="FF0000"/>
          <w:szCs w:val="22"/>
        </w:rPr>
        <w:t>.3 Výzvy</w:t>
      </w:r>
      <w:r w:rsidRPr="004158C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9C25C7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158C4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158C4" w:rsidRPr="00B30CF7">
        <w:rPr>
          <w:rFonts w:ascii="Verdana" w:eastAsia="Verdana" w:hAnsi="Verdana" w:cs="Verdana"/>
          <w:b/>
          <w:color w:val="000000"/>
        </w:rPr>
        <w:t xml:space="preserve">Pozáruční podpora </w:t>
      </w:r>
      <w:proofErr w:type="spellStart"/>
      <w:r w:rsidR="004158C4" w:rsidRPr="00B30CF7">
        <w:rPr>
          <w:rFonts w:ascii="Verdana" w:eastAsia="Verdana" w:hAnsi="Verdana" w:cs="Verdana"/>
          <w:b/>
          <w:color w:val="000000"/>
        </w:rPr>
        <w:t>Huawei</w:t>
      </w:r>
      <w:proofErr w:type="spellEnd"/>
      <w:r w:rsidR="004158C4" w:rsidRPr="00B30CF7">
        <w:rPr>
          <w:rFonts w:ascii="Verdana" w:eastAsia="Verdana" w:hAnsi="Verdana" w:cs="Verdana"/>
          <w:b/>
          <w:color w:val="000000"/>
        </w:rPr>
        <w:t xml:space="preserve"> 2023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4158C4">
        <w:rPr>
          <w:rFonts w:eastAsia="Times New Roman" w:cs="Times New Roman"/>
          <w:lang w:eastAsia="cs-CZ"/>
        </w:rPr>
        <w:t xml:space="preserve">č.j. </w:t>
      </w:r>
      <w:r w:rsidR="003C7069" w:rsidRPr="003C7069">
        <w:t>51774</w:t>
      </w:r>
      <w:r w:rsidR="004158C4" w:rsidRPr="003C7069">
        <w:t>/</w:t>
      </w:r>
      <w:r w:rsidR="004158C4" w:rsidRPr="002762F5">
        <w:t>202</w:t>
      </w:r>
      <w:r w:rsidR="004158C4" w:rsidRPr="00B30CF7">
        <w:t>3</w:t>
      </w:r>
      <w:r w:rsidR="004158C4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</w:t>
      </w:r>
      <w:bookmarkStart w:id="1" w:name="_GoBack"/>
      <w:bookmarkEnd w:id="1"/>
      <w:r w:rsidR="007308BA">
        <w:rPr>
          <w:rFonts w:eastAsia="Calibri" w:cs="Times New Roman"/>
        </w:rPr>
        <w:t xml:space="preserve">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99B50" w14:textId="77777777" w:rsidR="000F5422" w:rsidRDefault="000F5422" w:rsidP="00962258">
      <w:pPr>
        <w:spacing w:after="0" w:line="240" w:lineRule="auto"/>
      </w:pPr>
      <w:r>
        <w:separator/>
      </w:r>
    </w:p>
  </w:endnote>
  <w:endnote w:type="continuationSeparator" w:id="0">
    <w:p w14:paraId="7097103C" w14:textId="77777777" w:rsidR="000F5422" w:rsidRDefault="000F54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ED043" w14:textId="77777777" w:rsidR="000F5422" w:rsidRDefault="000F5422" w:rsidP="00962258">
      <w:pPr>
        <w:spacing w:after="0" w:line="240" w:lineRule="auto"/>
      </w:pPr>
      <w:r>
        <w:separator/>
      </w:r>
    </w:p>
  </w:footnote>
  <w:footnote w:type="continuationSeparator" w:id="0">
    <w:p w14:paraId="3BFBDCA4" w14:textId="77777777" w:rsidR="000F5422" w:rsidRDefault="000F54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5422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C7069"/>
    <w:rsid w:val="003D39F1"/>
    <w:rsid w:val="004158C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00EE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37484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51315"/>
    <w:rsid w:val="0055599A"/>
    <w:rsid w:val="00710200"/>
    <w:rsid w:val="0087094D"/>
    <w:rsid w:val="00A93631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0297E-03BD-4896-862C-D7A28451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2023-07-21T11:51:00Z</dcterms:created>
  <dcterms:modified xsi:type="dcterms:W3CDTF">2023-08-01T08:23:00Z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